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8401F54" w14:textId="77777777" w:rsidTr="00146EEC">
        <w:tc>
          <w:tcPr>
            <w:tcW w:w="2689" w:type="dxa"/>
          </w:tcPr>
          <w:p w14:paraId="41DC0038" w14:textId="76DD9AF5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30012DA0" w14:textId="706088C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0457CD" w:rsidRPr="000457CD">
              <w:t>AMP Australian Meat Processing</w:t>
            </w:r>
            <w:r w:rsidR="000457CD">
              <w:t xml:space="preserve">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D74EF4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4EC4B805" w:rsidR="00F1480E" w:rsidRPr="00AE0095" w:rsidRDefault="00B43869" w:rsidP="005404CB">
            <w:pPr>
              <w:pStyle w:val="SIUNITCODE"/>
              <w:rPr>
                <w:rStyle w:val="SITemporaryText-green"/>
              </w:rPr>
            </w:pPr>
            <w:r w:rsidRPr="00AE0095">
              <w:rPr>
                <w:rStyle w:val="SITemporaryText-green"/>
              </w:rPr>
              <w:t>AMP</w:t>
            </w:r>
            <w:r w:rsidR="0017594C" w:rsidRPr="00AE0095">
              <w:rPr>
                <w:rStyle w:val="SITemporaryText-green"/>
              </w:rPr>
              <w:t>QU</w:t>
            </w:r>
            <w:r w:rsidRPr="00AE0095">
              <w:rPr>
                <w:rStyle w:val="SITemporaryText-green"/>
              </w:rPr>
              <w:t>A4</w:t>
            </w:r>
            <w:r w:rsidR="0017594C" w:rsidRPr="00AE0095">
              <w:rPr>
                <w:rStyle w:val="SITemporaryText-green"/>
              </w:rPr>
              <w:t>X4</w:t>
            </w:r>
          </w:p>
        </w:tc>
        <w:tc>
          <w:tcPr>
            <w:tcW w:w="3604" w:type="pct"/>
            <w:shd w:val="clear" w:color="auto" w:fill="auto"/>
          </w:tcPr>
          <w:p w14:paraId="5DE30F85" w14:textId="4458D34C" w:rsidR="00F1480E" w:rsidRPr="005404CB" w:rsidRDefault="00400892" w:rsidP="005404CB">
            <w:pPr>
              <w:pStyle w:val="SIUnittitle"/>
            </w:pPr>
            <w:r>
              <w:t>Maintain</w:t>
            </w:r>
            <w:r w:rsidRPr="00B43869">
              <w:t xml:space="preserve"> </w:t>
            </w:r>
            <w:r w:rsidR="00B43869" w:rsidRPr="00B43869">
              <w:t>a Meat Hygiene Assessment program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76AEA" w14:textId="1EAEE38D" w:rsidR="009A7520" w:rsidRDefault="00494DC7" w:rsidP="009A7520">
            <w:pPr>
              <w:pStyle w:val="SIText"/>
            </w:pPr>
            <w:r w:rsidRPr="00494DC7">
              <w:t xml:space="preserve">Meat Hygiene Assessment describes​ the application of two monitoring systems – the first relates to process controls in the production of the meat and the second to the physical condition of meat. </w:t>
            </w:r>
            <w:r w:rsidR="009A7520" w:rsidRPr="009A7520">
              <w:t xml:space="preserve">This unit describes the skills and knowledge required to implement all aspects of a product and process monitoring system in a slaughter </w:t>
            </w:r>
            <w:r w:rsidR="00400892">
              <w:t>premises</w:t>
            </w:r>
            <w:r w:rsidR="00400892" w:rsidRPr="009A7520">
              <w:t xml:space="preserve"> </w:t>
            </w:r>
            <w:r w:rsidR="009A7520" w:rsidRPr="009A7520">
              <w:t>and/or boning room.</w:t>
            </w:r>
          </w:p>
          <w:p w14:paraId="7613C05C" w14:textId="77777777" w:rsidR="00494DC7" w:rsidRPr="009A7520" w:rsidRDefault="00494DC7" w:rsidP="009A7520">
            <w:pPr>
              <w:pStyle w:val="SIText"/>
            </w:pPr>
          </w:p>
          <w:p w14:paraId="5A0D582A" w14:textId="6BD486DC" w:rsidR="009A7520" w:rsidRPr="009A7520" w:rsidRDefault="009A7520" w:rsidP="009A7520">
            <w:pPr>
              <w:pStyle w:val="SIText"/>
            </w:pPr>
            <w:r w:rsidRPr="009A7520">
              <w:t xml:space="preserve">Process and product monitoring systems are mandatory in all meat industry export works and staff undertaking monitoring duties must be trained in </w:t>
            </w:r>
            <w:r w:rsidR="00494DC7">
              <w:t>using these assessment systems.</w:t>
            </w:r>
          </w:p>
          <w:p w14:paraId="4F61DBA4" w14:textId="77777777" w:rsidR="009A7520" w:rsidRPr="009A7520" w:rsidRDefault="009A7520" w:rsidP="009A7520">
            <w:pPr>
              <w:pStyle w:val="SIText"/>
            </w:pPr>
          </w:p>
          <w:p w14:paraId="4CFC3633" w14:textId="2908D443" w:rsidR="009A7520" w:rsidRPr="009A7520" w:rsidRDefault="00494DC7" w:rsidP="009A7520">
            <w:pPr>
              <w:pStyle w:val="SIText"/>
            </w:pPr>
            <w:r w:rsidRPr="00494DC7">
              <w:t xml:space="preserve">This unit applies to individuals who </w:t>
            </w:r>
            <w:r>
              <w:t>undertake</w:t>
            </w:r>
            <w:r w:rsidR="009A7520" w:rsidRPr="009A7520">
              <w:t xml:space="preserve"> regulatory, </w:t>
            </w:r>
            <w:r>
              <w:t>quality assurance</w:t>
            </w:r>
            <w:r w:rsidR="009A7520" w:rsidRPr="009A7520">
              <w:t xml:space="preserve"> and supervisory </w:t>
            </w:r>
            <w:r>
              <w:t>work</w:t>
            </w:r>
            <w:r w:rsidRPr="009A7520">
              <w:t xml:space="preserve"> </w:t>
            </w:r>
            <w:r w:rsidR="009A7520" w:rsidRPr="009A7520">
              <w:t>overseeing the implementation of a Meat Hygiene Assessment (MHA) program in a meat processing plant.</w:t>
            </w:r>
          </w:p>
          <w:p w14:paraId="7ED1963F" w14:textId="77777777" w:rsidR="009A7520" w:rsidRPr="009A7520" w:rsidRDefault="009A7520" w:rsidP="009A7520">
            <w:pPr>
              <w:pStyle w:val="SIText"/>
            </w:pPr>
          </w:p>
          <w:p w14:paraId="7ADB3185" w14:textId="593E1CC9" w:rsidR="00373436" w:rsidRPr="000754EC" w:rsidRDefault="00494DC7" w:rsidP="009A7520">
            <w:pPr>
              <w:pStyle w:val="SIText"/>
            </w:pPr>
            <w:r w:rsidRPr="00494DC7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A44D8F" w14:textId="6549DCE7" w:rsidR="00400892" w:rsidRPr="00B965A1" w:rsidRDefault="00400892" w:rsidP="005404CB">
            <w:pPr>
              <w:pStyle w:val="SIText"/>
              <w:rPr>
                <w:rStyle w:val="SITemporaryText-green"/>
                <w:rFonts w:eastAsiaTheme="minorHAnsi"/>
              </w:rPr>
            </w:pPr>
            <w:r w:rsidRPr="00B965A1">
              <w:rPr>
                <w:rStyle w:val="SITemporaryText-green"/>
                <w:rFonts w:eastAsiaTheme="minorHAnsi"/>
              </w:rPr>
              <w:t xml:space="preserve">AMPQUA3X4 </w:t>
            </w:r>
            <w:r w:rsidRPr="00B965A1">
              <w:rPr>
                <w:rStyle w:val="SITemporaryText-green"/>
              </w:rPr>
              <w:t>Perform carcase Meat Hygiene Assessment</w:t>
            </w:r>
          </w:p>
          <w:p w14:paraId="4492A949" w14:textId="32711624" w:rsidR="00400892" w:rsidRPr="00B965A1" w:rsidRDefault="00400892" w:rsidP="005404CB">
            <w:pPr>
              <w:pStyle w:val="SIText"/>
              <w:rPr>
                <w:rStyle w:val="SITemporaryText-green"/>
                <w:rFonts w:eastAsiaTheme="minorHAnsi"/>
              </w:rPr>
            </w:pPr>
            <w:r w:rsidRPr="00B965A1">
              <w:rPr>
                <w:rStyle w:val="SITemporaryText-green"/>
                <w:rFonts w:eastAsiaTheme="minorHAnsi"/>
              </w:rPr>
              <w:t xml:space="preserve">AMPQUA3X5 </w:t>
            </w:r>
            <w:r w:rsidRPr="00B965A1">
              <w:rPr>
                <w:rStyle w:val="SITemporaryText-green"/>
              </w:rPr>
              <w:t>Perform process monitoring for Meat Hygiene Assessment</w:t>
            </w:r>
          </w:p>
          <w:p w14:paraId="2EA1DDBA" w14:textId="745751C5" w:rsidR="00400892" w:rsidRPr="00B965A1" w:rsidRDefault="00400892" w:rsidP="005404CB">
            <w:pPr>
              <w:pStyle w:val="SIText"/>
              <w:rPr>
                <w:rStyle w:val="SITemporaryText-green"/>
                <w:rFonts w:eastAsiaTheme="minorHAnsi"/>
              </w:rPr>
            </w:pPr>
            <w:r w:rsidRPr="00B965A1">
              <w:rPr>
                <w:rStyle w:val="SITemporaryText-green"/>
                <w:rFonts w:eastAsiaTheme="minorHAnsi"/>
              </w:rPr>
              <w:t xml:space="preserve">AMPQUA3X6 </w:t>
            </w:r>
            <w:r w:rsidRPr="00B965A1">
              <w:rPr>
                <w:rStyle w:val="SITemporaryText-green"/>
              </w:rPr>
              <w:t>Perform boning room Meat Hygiene Assessment</w:t>
            </w:r>
          </w:p>
          <w:p w14:paraId="6582E424" w14:textId="114EDB7B" w:rsidR="00F1480E" w:rsidRPr="005404CB" w:rsidRDefault="00400892" w:rsidP="005404CB">
            <w:pPr>
              <w:pStyle w:val="SIText"/>
            </w:pPr>
            <w:r w:rsidRPr="00B965A1">
              <w:rPr>
                <w:rStyle w:val="SITemporaryText-green"/>
                <w:rFonts w:eastAsiaTheme="minorHAnsi"/>
              </w:rPr>
              <w:t xml:space="preserve">AMPQUA3X7 </w:t>
            </w:r>
            <w:r w:rsidRPr="00B965A1">
              <w:rPr>
                <w:rStyle w:val="SITemporaryText-green"/>
              </w:rPr>
              <w:t>Perform offal Meat Hygiene Assessment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4A6036D8" w:rsidR="00F1480E" w:rsidRPr="0017594C" w:rsidRDefault="0017594C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Quality Assurance (QUA)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520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3F46719" w:rsidR="009A7520" w:rsidRPr="009A7520" w:rsidRDefault="009A7520" w:rsidP="009A7520">
            <w:pPr>
              <w:pStyle w:val="SIText"/>
            </w:pPr>
            <w:r w:rsidRPr="009A7520">
              <w:t>1. Monitor carcase product</w:t>
            </w:r>
          </w:p>
        </w:tc>
        <w:tc>
          <w:tcPr>
            <w:tcW w:w="3604" w:type="pct"/>
            <w:shd w:val="clear" w:color="auto" w:fill="auto"/>
          </w:tcPr>
          <w:p w14:paraId="0224221F" w14:textId="77777777" w:rsidR="009A7520" w:rsidRPr="009A7520" w:rsidRDefault="009A7520" w:rsidP="009A7520">
            <w:pPr>
              <w:pStyle w:val="SIText"/>
            </w:pPr>
            <w:r w:rsidRPr="009A7520">
              <w:t>1.1 Select samples for assessment according to approved sampling plan</w:t>
            </w:r>
          </w:p>
          <w:p w14:paraId="3F3DB270" w14:textId="77777777" w:rsidR="009A7520" w:rsidRPr="009A7520" w:rsidRDefault="009A7520" w:rsidP="009A7520">
            <w:pPr>
              <w:pStyle w:val="SIText"/>
            </w:pPr>
            <w:r w:rsidRPr="009A7520">
              <w:t>1.2 Conduct assessment using appropriate facilities, lighting and time</w:t>
            </w:r>
          </w:p>
          <w:p w14:paraId="3CF34EDA" w14:textId="77777777" w:rsidR="009A7520" w:rsidRPr="009A7520" w:rsidRDefault="009A7520" w:rsidP="009A7520">
            <w:pPr>
              <w:pStyle w:val="SIText"/>
            </w:pPr>
            <w:r w:rsidRPr="009A7520">
              <w:t>1.3 Monitor products for defects according to agreed criteria and classification</w:t>
            </w:r>
          </w:p>
          <w:p w14:paraId="5D24DBB5" w14:textId="77777777" w:rsidR="009A7520" w:rsidRPr="009A7520" w:rsidRDefault="009A7520" w:rsidP="009A7520">
            <w:pPr>
              <w:pStyle w:val="SIText"/>
            </w:pPr>
            <w:r w:rsidRPr="009A7520">
              <w:t>1.4 Scan carcases using approved scanning lines</w:t>
            </w:r>
          </w:p>
          <w:p w14:paraId="6A0D98C6" w14:textId="77777777" w:rsidR="009A7520" w:rsidRPr="009A7520" w:rsidRDefault="009A7520" w:rsidP="009A7520">
            <w:pPr>
              <w:pStyle w:val="SIText"/>
            </w:pPr>
            <w:r w:rsidRPr="009A7520">
              <w:t>1.5 Record defects using correct forms or electronic system</w:t>
            </w:r>
          </w:p>
          <w:p w14:paraId="26AAE4F5" w14:textId="04B03150" w:rsidR="009A7520" w:rsidRPr="009A7520" w:rsidRDefault="009A7520" w:rsidP="009A7520">
            <w:pPr>
              <w:pStyle w:val="SIText"/>
            </w:pPr>
            <w:r w:rsidRPr="009A7520">
              <w:t>1.6 Implement immediate corrective action</w:t>
            </w:r>
            <w:r w:rsidR="00494DC7">
              <w:t xml:space="preserve"> for carcase defects</w:t>
            </w:r>
          </w:p>
          <w:p w14:paraId="76F89D5C" w14:textId="051E5C9B" w:rsidR="009A7520" w:rsidRPr="009A7520" w:rsidRDefault="009A7520" w:rsidP="009A7520">
            <w:pPr>
              <w:pStyle w:val="SIText"/>
            </w:pPr>
            <w:r w:rsidRPr="009A7520">
              <w:t>1.7 Monitor carcases according to workplace requirements for hygiene and sanitation, and workplace health and safety</w:t>
            </w:r>
          </w:p>
        </w:tc>
      </w:tr>
      <w:tr w:rsidR="009A7520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5E0BB27E" w:rsidR="009A7520" w:rsidRPr="009A7520" w:rsidRDefault="009A7520" w:rsidP="009A7520">
            <w:pPr>
              <w:pStyle w:val="SIText"/>
            </w:pPr>
            <w:r w:rsidRPr="009A7520">
              <w:t>2. Monitor offal and/or assess carton meat</w:t>
            </w:r>
          </w:p>
        </w:tc>
        <w:tc>
          <w:tcPr>
            <w:tcW w:w="3604" w:type="pct"/>
            <w:shd w:val="clear" w:color="auto" w:fill="auto"/>
          </w:tcPr>
          <w:p w14:paraId="769DE052" w14:textId="77777777" w:rsidR="009A7520" w:rsidRPr="009A7520" w:rsidRDefault="009A7520" w:rsidP="009A7520">
            <w:pPr>
              <w:pStyle w:val="SIText"/>
            </w:pPr>
            <w:r w:rsidRPr="009A7520">
              <w:t>2.1 Select samples for assessment according to approved sampling plan</w:t>
            </w:r>
          </w:p>
          <w:p w14:paraId="21B39B29" w14:textId="77777777" w:rsidR="009A7520" w:rsidRPr="009A7520" w:rsidRDefault="009A7520" w:rsidP="009A7520">
            <w:pPr>
              <w:pStyle w:val="SIText"/>
            </w:pPr>
            <w:r w:rsidRPr="009A7520">
              <w:t>2.2 Conduct assessment using appropriate facilities, lighting and time</w:t>
            </w:r>
          </w:p>
          <w:p w14:paraId="0254378F" w14:textId="77777777" w:rsidR="009A7520" w:rsidRPr="009A7520" w:rsidRDefault="009A7520" w:rsidP="009A7520">
            <w:pPr>
              <w:pStyle w:val="SIText"/>
            </w:pPr>
            <w:r w:rsidRPr="009A7520">
              <w:t>2.3 Monitor offal and/or carton meat for defects according to agreed criteria and classification</w:t>
            </w:r>
          </w:p>
          <w:p w14:paraId="73E41D3F" w14:textId="77777777" w:rsidR="009A7520" w:rsidRPr="009A7520" w:rsidRDefault="009A7520" w:rsidP="009A7520">
            <w:pPr>
              <w:pStyle w:val="SIText"/>
            </w:pPr>
            <w:r w:rsidRPr="009A7520">
              <w:t>2.4 Record defects using correct forms or electronic system</w:t>
            </w:r>
          </w:p>
          <w:p w14:paraId="1142F1DA" w14:textId="77777777" w:rsidR="009A7520" w:rsidRPr="009A7520" w:rsidRDefault="009A7520" w:rsidP="009A7520">
            <w:pPr>
              <w:pStyle w:val="SIText"/>
            </w:pPr>
            <w:r w:rsidRPr="009A7520">
              <w:t>2.5 Identify levels for triggering corrective actions</w:t>
            </w:r>
          </w:p>
          <w:p w14:paraId="5044FB41" w14:textId="550EC950" w:rsidR="009A7520" w:rsidRPr="009A7520" w:rsidRDefault="009A7520" w:rsidP="009A7520">
            <w:pPr>
              <w:pStyle w:val="SIText"/>
            </w:pPr>
            <w:r w:rsidRPr="009A7520">
              <w:t>2.6 Implement corrective action immediately</w:t>
            </w:r>
            <w:r w:rsidR="00494DC7">
              <w:t xml:space="preserve"> for offal and/or carton meat</w:t>
            </w:r>
          </w:p>
          <w:p w14:paraId="315774DF" w14:textId="0167DC43" w:rsidR="009A7520" w:rsidRPr="009A7520" w:rsidRDefault="009A7520" w:rsidP="009A7520">
            <w:pPr>
              <w:pStyle w:val="SIText"/>
            </w:pPr>
            <w:r w:rsidRPr="009A7520">
              <w:t>2.7 Monitor offal and/or carton meat according to workplace requirements for hygiene and sanitation, and workplace health and safety</w:t>
            </w:r>
          </w:p>
        </w:tc>
      </w:tr>
      <w:tr w:rsidR="009A7520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3C696023" w:rsidR="009A7520" w:rsidRPr="009A7520" w:rsidRDefault="009A7520" w:rsidP="009A7520">
            <w:pPr>
              <w:pStyle w:val="SIText"/>
            </w:pPr>
            <w:r w:rsidRPr="009A7520">
              <w:lastRenderedPageBreak/>
              <w:t>3. Monitor process</w:t>
            </w:r>
          </w:p>
        </w:tc>
        <w:tc>
          <w:tcPr>
            <w:tcW w:w="3604" w:type="pct"/>
            <w:shd w:val="clear" w:color="auto" w:fill="auto"/>
          </w:tcPr>
          <w:p w14:paraId="79F40BF6" w14:textId="77777777" w:rsidR="009A7520" w:rsidRPr="009A7520" w:rsidRDefault="009A7520" w:rsidP="009A7520">
            <w:pPr>
              <w:pStyle w:val="SIText"/>
            </w:pPr>
            <w:r w:rsidRPr="009A7520">
              <w:t>3.1 Monitor process according to enterprise monitoring plan</w:t>
            </w:r>
          </w:p>
          <w:p w14:paraId="227BDA53" w14:textId="77777777" w:rsidR="009A7520" w:rsidRPr="009A7520" w:rsidRDefault="009A7520" w:rsidP="009A7520">
            <w:pPr>
              <w:pStyle w:val="SIText"/>
            </w:pPr>
            <w:r w:rsidRPr="009A7520">
              <w:t>3.2 Record results on appropriate process monitoring sheets</w:t>
            </w:r>
          </w:p>
          <w:p w14:paraId="047362AB" w14:textId="77777777" w:rsidR="009A7520" w:rsidRPr="009A7520" w:rsidRDefault="009A7520" w:rsidP="009A7520">
            <w:pPr>
              <w:pStyle w:val="SIText"/>
            </w:pPr>
            <w:r w:rsidRPr="009A7520">
              <w:t>3.3 Rate process according to established criteria</w:t>
            </w:r>
          </w:p>
          <w:p w14:paraId="599CFCA8" w14:textId="5AE66B32" w:rsidR="009A7520" w:rsidRPr="009A7520" w:rsidRDefault="009A7520" w:rsidP="009A7520">
            <w:pPr>
              <w:pStyle w:val="SIText"/>
            </w:pPr>
            <w:r w:rsidRPr="009A7520">
              <w:t>3.4 Implement corrective action immediately</w:t>
            </w:r>
            <w:r w:rsidR="00494DC7">
              <w:t xml:space="preserve"> for any process </w:t>
            </w:r>
            <w:r w:rsidR="00776D1F">
              <w:t xml:space="preserve">non-conformance </w:t>
            </w:r>
          </w:p>
          <w:p w14:paraId="76959E42" w14:textId="77777777" w:rsidR="009A7520" w:rsidRPr="009A7520" w:rsidRDefault="009A7520" w:rsidP="009A7520">
            <w:pPr>
              <w:pStyle w:val="SIText"/>
            </w:pPr>
            <w:r w:rsidRPr="009A7520">
              <w:t>3.5 Calculate and record a conformity index after each process monitoring exercise</w:t>
            </w:r>
          </w:p>
          <w:p w14:paraId="64E53306" w14:textId="77777777" w:rsidR="009A7520" w:rsidRPr="009A7520" w:rsidRDefault="009A7520" w:rsidP="009A7520">
            <w:pPr>
              <w:pStyle w:val="SIText"/>
            </w:pPr>
            <w:r w:rsidRPr="009A7520">
              <w:t>3.6 Monitor process according to workplace requirements for hygiene and sanitation, and workplace health and safety</w:t>
            </w:r>
          </w:p>
          <w:p w14:paraId="42D8123E" w14:textId="47E3607F" w:rsidR="009A7520" w:rsidRPr="009A7520" w:rsidRDefault="009A7520" w:rsidP="009A7520">
            <w:pPr>
              <w:pStyle w:val="SIText"/>
            </w:pPr>
            <w:r w:rsidRPr="009A7520">
              <w:t>3.7 Track results of process monitoring over time and reconcile with product monitoring outcomes</w:t>
            </w:r>
          </w:p>
        </w:tc>
      </w:tr>
      <w:tr w:rsidR="009A7520" w:rsidRPr="00963A46" w14:paraId="78F135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4B6C0B" w14:textId="78F9B084" w:rsidR="009A7520" w:rsidRPr="009A7520" w:rsidRDefault="009A7520" w:rsidP="009A7520">
            <w:pPr>
              <w:pStyle w:val="SIText"/>
            </w:pPr>
            <w:r w:rsidRPr="009A7520">
              <w:t>4. Analyse data gathered</w:t>
            </w:r>
          </w:p>
        </w:tc>
        <w:tc>
          <w:tcPr>
            <w:tcW w:w="3604" w:type="pct"/>
            <w:shd w:val="clear" w:color="auto" w:fill="auto"/>
          </w:tcPr>
          <w:p w14:paraId="1DF5A3A1" w14:textId="77777777" w:rsidR="009A7520" w:rsidRPr="009A7520" w:rsidRDefault="009A7520" w:rsidP="009A7520">
            <w:pPr>
              <w:pStyle w:val="SIText"/>
            </w:pPr>
            <w:r w:rsidRPr="009A7520">
              <w:t>4.1 Plot product and process monitoring results on simple trend charts</w:t>
            </w:r>
          </w:p>
          <w:p w14:paraId="73930BB6" w14:textId="77777777" w:rsidR="009A7520" w:rsidRPr="009A7520" w:rsidRDefault="009A7520" w:rsidP="009A7520">
            <w:pPr>
              <w:pStyle w:val="SIText"/>
            </w:pPr>
            <w:r w:rsidRPr="009A7520">
              <w:t>4.2 Plot product and process monitoring result on control charts</w:t>
            </w:r>
          </w:p>
          <w:p w14:paraId="117CB9D1" w14:textId="6824CBD1" w:rsidR="009A7520" w:rsidRPr="009A7520" w:rsidRDefault="009A7520" w:rsidP="009A7520">
            <w:pPr>
              <w:pStyle w:val="SIText"/>
            </w:pPr>
            <w:r w:rsidRPr="009A7520">
              <w:t xml:space="preserve">4.3 Interpret trends and take remedial or corrective actions </w:t>
            </w:r>
            <w:r w:rsidR="000272B4">
              <w:t>as required</w:t>
            </w:r>
          </w:p>
        </w:tc>
      </w:tr>
      <w:tr w:rsidR="009A7520" w:rsidRPr="00963A46" w14:paraId="63359C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8BCB30" w14:textId="7369A6B6" w:rsidR="009A7520" w:rsidRPr="009A7520" w:rsidRDefault="009A7520" w:rsidP="009A7520">
            <w:pPr>
              <w:pStyle w:val="SIText"/>
            </w:pPr>
            <w:r w:rsidRPr="009A7520">
              <w:t>5. Implement MHA program</w:t>
            </w:r>
          </w:p>
        </w:tc>
        <w:tc>
          <w:tcPr>
            <w:tcW w:w="3604" w:type="pct"/>
            <w:shd w:val="clear" w:color="auto" w:fill="auto"/>
          </w:tcPr>
          <w:p w14:paraId="22ACA188" w14:textId="66ABF87A" w:rsidR="009A7520" w:rsidRDefault="009A7520" w:rsidP="009A7520">
            <w:pPr>
              <w:pStyle w:val="SIText"/>
            </w:pPr>
            <w:r w:rsidRPr="009A7520">
              <w:t>5.1 Prepare work instructions for monitoring activities</w:t>
            </w:r>
          </w:p>
          <w:p w14:paraId="2025405C" w14:textId="7393C5C2" w:rsidR="00370CE6" w:rsidRDefault="00370CE6" w:rsidP="009A7520">
            <w:pPr>
              <w:pStyle w:val="SIText"/>
            </w:pPr>
            <w:r>
              <w:t>5.2 Communicate monitoring requirements to staff</w:t>
            </w:r>
          </w:p>
          <w:p w14:paraId="62FEC76D" w14:textId="06A12948" w:rsidR="00370CE6" w:rsidRPr="009A7520" w:rsidRDefault="00370CE6" w:rsidP="009A7520">
            <w:pPr>
              <w:pStyle w:val="SIText"/>
            </w:pPr>
            <w:r>
              <w:t>5.3 I</w:t>
            </w:r>
            <w:r w:rsidRPr="00370CE6">
              <w:t>mplement</w:t>
            </w:r>
            <w:r>
              <w:t xml:space="preserve"> monitoring activities in meat processing workplace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17594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6D1F" w:rsidRPr="00336FCA" w:rsidDel="00423CB2" w14:paraId="49A8A535" w14:textId="77777777" w:rsidTr="00CA2922">
        <w:trPr>
          <w:tblHeader/>
        </w:trPr>
        <w:tc>
          <w:tcPr>
            <w:tcW w:w="1396" w:type="pct"/>
          </w:tcPr>
          <w:p w14:paraId="19FAB477" w14:textId="4AB00748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41EA0402" w14:textId="555CDDEC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Interpret </w:t>
            </w:r>
            <w:r w:rsidR="000272B4">
              <w:rPr>
                <w:rFonts w:eastAsiaTheme="majorEastAsia"/>
              </w:rPr>
              <w:t xml:space="preserve">regulations and guideline </w:t>
            </w:r>
            <w:r>
              <w:rPr>
                <w:rFonts w:eastAsiaTheme="majorEastAsia"/>
              </w:rPr>
              <w:t>requirements for Meat Hygiene Assessment</w:t>
            </w:r>
          </w:p>
        </w:tc>
      </w:tr>
      <w:tr w:rsidR="00776D1F" w:rsidRPr="00336FCA" w:rsidDel="00423CB2" w14:paraId="5F2662B4" w14:textId="77777777" w:rsidTr="00CA2922">
        <w:trPr>
          <w:tblHeader/>
        </w:trPr>
        <w:tc>
          <w:tcPr>
            <w:tcW w:w="1396" w:type="pct"/>
          </w:tcPr>
          <w:p w14:paraId="109B4CCF" w14:textId="4F9DCA25" w:rsidR="00776D1F" w:rsidRDefault="00776D1F" w:rsidP="00776D1F">
            <w:pPr>
              <w:pStyle w:val="SIText"/>
              <w:rPr>
                <w:rFonts w:eastAsiaTheme="majorEastAsia"/>
              </w:rPr>
            </w:pPr>
            <w:r w:rsidRPr="00776D1F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0DE671C" w14:textId="769E815B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 w:rsidRPr="00776D1F">
              <w:t xml:space="preserve">Record results of </w:t>
            </w:r>
            <w:r w:rsidR="00370CE6">
              <w:t>monitoring</w:t>
            </w:r>
            <w:r w:rsidRPr="00776D1F">
              <w:t xml:space="preserve"> using digital and/or paper-based formats</w:t>
            </w:r>
          </w:p>
        </w:tc>
      </w:tr>
      <w:tr w:rsidR="00370CE6" w:rsidRPr="00336FCA" w:rsidDel="00423CB2" w14:paraId="16224930" w14:textId="77777777" w:rsidTr="00CA2922">
        <w:trPr>
          <w:tblHeader/>
        </w:trPr>
        <w:tc>
          <w:tcPr>
            <w:tcW w:w="1396" w:type="pct"/>
          </w:tcPr>
          <w:p w14:paraId="203F57EB" w14:textId="0DADDF3A" w:rsidR="00370CE6" w:rsidRDefault="00370CE6" w:rsidP="00776D1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91C84E0" w14:textId="504523DF" w:rsidR="00370CE6" w:rsidRDefault="00370CE6" w:rsidP="00776D1F">
            <w:pPr>
              <w:pStyle w:val="SIBulletList1"/>
              <w:rPr>
                <w:rFonts w:eastAsiaTheme="majorEastAsia"/>
              </w:rPr>
            </w:pPr>
            <w:r>
              <w:t>Communicate</w:t>
            </w:r>
            <w:r w:rsidRPr="00370CE6">
              <w:t xml:space="preserve"> information to work colleagues to facilitate understanding of, and compliance with, the applicable standards and regulations</w:t>
            </w:r>
          </w:p>
        </w:tc>
      </w:tr>
      <w:tr w:rsidR="00776D1F" w:rsidRPr="00336FCA" w:rsidDel="00423CB2" w14:paraId="53185179" w14:textId="77777777" w:rsidTr="00CA2922">
        <w:trPr>
          <w:tblHeader/>
        </w:trPr>
        <w:tc>
          <w:tcPr>
            <w:tcW w:w="1396" w:type="pct"/>
          </w:tcPr>
          <w:p w14:paraId="2494BD14" w14:textId="1F565F96" w:rsidR="00776D1F" w:rsidRPr="005404CB" w:rsidRDefault="00776D1F" w:rsidP="0017594C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2271C11D" w14:textId="77777777" w:rsidR="00776D1F" w:rsidRDefault="00776D1F" w:rsidP="00776D1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formulae to develop a conformity index for monitoring processes</w:t>
            </w:r>
          </w:p>
          <w:p w14:paraId="7926730A" w14:textId="7E930914" w:rsidR="00776D1F" w:rsidRPr="005404CB" w:rsidRDefault="00776D1F" w:rsidP="0017594C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Use outcomes of conformity index to determine acceptable, marginal and unacceptable processing</w:t>
            </w:r>
          </w:p>
        </w:tc>
      </w:tr>
    </w:tbl>
    <w:p w14:paraId="1BA95428" w14:textId="77777777" w:rsidR="00916CD7" w:rsidRDefault="00916CD7" w:rsidP="005F771F">
      <w:pPr>
        <w:pStyle w:val="SIText"/>
      </w:pPr>
    </w:p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81920A6" w14:textId="77777777" w:rsidTr="00F33FF2">
        <w:tc>
          <w:tcPr>
            <w:tcW w:w="1028" w:type="pct"/>
          </w:tcPr>
          <w:p w14:paraId="50FF21C7" w14:textId="1946C76A" w:rsidR="00041E59" w:rsidRPr="005404CB" w:rsidRDefault="009A7520" w:rsidP="005404CB">
            <w:pPr>
              <w:pStyle w:val="SIText"/>
            </w:pPr>
            <w:r w:rsidRPr="009A7520">
              <w:t>AMP</w:t>
            </w:r>
            <w:r w:rsidR="0017594C">
              <w:t>QU</w:t>
            </w:r>
            <w:r w:rsidRPr="009A7520">
              <w:t>A4</w:t>
            </w:r>
            <w:r w:rsidR="0017594C">
              <w:t>X4</w:t>
            </w:r>
            <w:r w:rsidR="00370CE6">
              <w:t xml:space="preserve"> </w:t>
            </w:r>
            <w:r w:rsidR="00400892">
              <w:t xml:space="preserve">Maintain </w:t>
            </w:r>
            <w:r w:rsidRPr="009A7520">
              <w:t>a Meat Hygiene Assessment program</w:t>
            </w:r>
          </w:p>
        </w:tc>
        <w:tc>
          <w:tcPr>
            <w:tcW w:w="1105" w:type="pct"/>
          </w:tcPr>
          <w:p w14:paraId="66BFB0C6" w14:textId="413E1056" w:rsidR="00041E59" w:rsidRPr="005404CB" w:rsidRDefault="00370CE6" w:rsidP="005404CB">
            <w:pPr>
              <w:pStyle w:val="SIText"/>
            </w:pPr>
            <w:r w:rsidRPr="00370CE6">
              <w:t>AMPA401 Implement a Meat Hygiene Assessment program</w:t>
            </w:r>
          </w:p>
        </w:tc>
        <w:tc>
          <w:tcPr>
            <w:tcW w:w="1251" w:type="pct"/>
          </w:tcPr>
          <w:p w14:paraId="27FD711B" w14:textId="4B5CFD28" w:rsidR="000272B4" w:rsidRDefault="000272B4" w:rsidP="000272B4">
            <w:pPr>
              <w:pStyle w:val="SIText"/>
            </w:pPr>
            <w:r w:rsidRPr="000272B4">
              <w:t>Unit sector code updated</w:t>
            </w:r>
          </w:p>
          <w:p w14:paraId="1BC1C604" w14:textId="2D7D87B8" w:rsidR="00B965A1" w:rsidRPr="000272B4" w:rsidRDefault="00B965A1" w:rsidP="000272B4">
            <w:pPr>
              <w:pStyle w:val="SIText"/>
            </w:pPr>
            <w:r>
              <w:t>Prerequisites added</w:t>
            </w:r>
          </w:p>
          <w:p w14:paraId="40E8D7E7" w14:textId="167FB8E6" w:rsidR="000272B4" w:rsidRPr="000272B4" w:rsidRDefault="000272B4" w:rsidP="000272B4">
            <w:pPr>
              <w:pStyle w:val="SIText"/>
            </w:pPr>
            <w:r w:rsidRPr="000272B4">
              <w:t xml:space="preserve">Performance </w:t>
            </w:r>
            <w:r w:rsidR="00B965A1">
              <w:t>C</w:t>
            </w:r>
            <w:r w:rsidRPr="000272B4">
              <w:t>riteria clarified</w:t>
            </w:r>
          </w:p>
          <w:p w14:paraId="0422CCE4" w14:textId="3CE5031B" w:rsidR="000272B4" w:rsidRPr="000272B4" w:rsidRDefault="000272B4" w:rsidP="000272B4">
            <w:pPr>
              <w:pStyle w:val="SIText"/>
            </w:pPr>
            <w:r w:rsidRPr="000272B4">
              <w:t xml:space="preserve">Foundation </w:t>
            </w:r>
            <w:r w:rsidR="00B965A1">
              <w:t>S</w:t>
            </w:r>
            <w:r w:rsidRPr="000272B4">
              <w:t>kills added</w:t>
            </w:r>
          </w:p>
          <w:p w14:paraId="631E6255" w14:textId="7F69B32C" w:rsidR="00041E59" w:rsidRPr="005404CB" w:rsidRDefault="000272B4" w:rsidP="000272B4">
            <w:pPr>
              <w:pStyle w:val="SIText"/>
            </w:pPr>
            <w:r w:rsidRPr="000272B4">
              <w:t xml:space="preserve">Performance Evidence, Knowledge </w:t>
            </w:r>
            <w:r w:rsidR="00E078AD">
              <w:t>E</w:t>
            </w:r>
            <w:r w:rsidRPr="000272B4">
              <w:t>vidence and Assessment Conditions revised</w:t>
            </w:r>
          </w:p>
        </w:tc>
        <w:tc>
          <w:tcPr>
            <w:tcW w:w="1616" w:type="pct"/>
          </w:tcPr>
          <w:p w14:paraId="5B8F00A8" w14:textId="150B9333" w:rsidR="00916CD7" w:rsidRPr="005404CB" w:rsidRDefault="0089668D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7A080AB0" w14:textId="1B0CCB79" w:rsidR="00F1480E" w:rsidRPr="005404CB" w:rsidRDefault="00B965A1" w:rsidP="005404CB">
            <w:pPr>
              <w:pStyle w:val="SIText"/>
            </w:pPr>
            <w:hyperlink r:id="rId11" w:history="1">
              <w:r w:rsidR="000457CD" w:rsidRPr="000457CD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781ADAE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57CD" w:rsidRPr="000457CD">
              <w:t>AMP</w:t>
            </w:r>
            <w:r w:rsidR="0017594C">
              <w:t>QU</w:t>
            </w:r>
            <w:r w:rsidR="000457CD" w:rsidRPr="000457CD">
              <w:t>A4</w:t>
            </w:r>
            <w:r w:rsidR="0017594C">
              <w:t>X4</w:t>
            </w:r>
            <w:r w:rsidR="000457CD" w:rsidRPr="000457CD">
              <w:t xml:space="preserve"> </w:t>
            </w:r>
            <w:r w:rsidR="00B965A1">
              <w:t>Maintain</w:t>
            </w:r>
            <w:r w:rsidR="00B965A1" w:rsidRPr="000457CD">
              <w:t xml:space="preserve"> </w:t>
            </w:r>
            <w:r w:rsidR="000457CD" w:rsidRPr="000457CD">
              <w:t>a Meat Hygiene Assessment program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7A79B7EA" w14:textId="77777777" w:rsidR="00370CE6" w:rsidRDefault="00370CE6" w:rsidP="00370CE6">
            <w:pPr>
              <w:pStyle w:val="SIText"/>
            </w:pPr>
            <w:r w:rsidRPr="00370CE6">
              <w:t>An individual demonstrating competency must satisfy all of the elements and performance criteria in this unit.</w:t>
            </w:r>
          </w:p>
          <w:p w14:paraId="2B5B3533" w14:textId="77777777" w:rsidR="00370CE6" w:rsidRDefault="00370CE6" w:rsidP="00370CE6">
            <w:pPr>
              <w:pStyle w:val="SIText"/>
            </w:pPr>
          </w:p>
          <w:p w14:paraId="16AE9E56" w14:textId="26E92123" w:rsidR="009A7520" w:rsidRDefault="00370CE6" w:rsidP="00370CE6">
            <w:pPr>
              <w:pStyle w:val="SIText"/>
            </w:pPr>
            <w:r w:rsidRPr="00370CE6">
              <w:t xml:space="preserve">There must be evidence that the individual has </w:t>
            </w:r>
            <w:r w:rsidR="00400892">
              <w:t>maintained</w:t>
            </w:r>
            <w:r w:rsidR="00400892" w:rsidRPr="009A7520">
              <w:t xml:space="preserve"> </w:t>
            </w:r>
            <w:r w:rsidR="009A7520" w:rsidRPr="009A7520">
              <w:t xml:space="preserve">a Meat Hygiene Assessment </w:t>
            </w:r>
            <w:r w:rsidR="000272B4">
              <w:t xml:space="preserve">(MHA) </w:t>
            </w:r>
            <w:r w:rsidR="009A7520" w:rsidRPr="009A7520">
              <w:t>program</w:t>
            </w:r>
            <w:r>
              <w:t xml:space="preserve"> to assess the physical condition of meat and the </w:t>
            </w:r>
            <w:r w:rsidRPr="00370CE6">
              <w:t>process controls in the production of the meat</w:t>
            </w:r>
            <w:r>
              <w:t>, on at least one occasion, including:</w:t>
            </w:r>
          </w:p>
          <w:p w14:paraId="5C86245C" w14:textId="18C1C331" w:rsidR="009A7520" w:rsidRPr="009A7520" w:rsidRDefault="00370CE6" w:rsidP="009A7520">
            <w:pPr>
              <w:pStyle w:val="SIBulletList1"/>
            </w:pPr>
            <w:r>
              <w:t>identifi</w:t>
            </w:r>
            <w:r w:rsidR="0017594C">
              <w:t>ed</w:t>
            </w:r>
            <w:r w:rsidR="009A7520" w:rsidRPr="009A7520">
              <w:t xml:space="preserve"> defects according to the MHA program</w:t>
            </w:r>
          </w:p>
          <w:p w14:paraId="212DB311" w14:textId="43491FD1" w:rsidR="009A7520" w:rsidRPr="009A7520" w:rsidRDefault="009A7520" w:rsidP="009A7520">
            <w:pPr>
              <w:pStyle w:val="SIBulletList1"/>
            </w:pPr>
            <w:r w:rsidRPr="009A7520">
              <w:t>identif</w:t>
            </w:r>
            <w:r w:rsidR="00370CE6">
              <w:t>i</w:t>
            </w:r>
            <w:r w:rsidR="0017594C">
              <w:t>ed</w:t>
            </w:r>
            <w:r w:rsidRPr="009A7520">
              <w:t xml:space="preserve"> and resolv</w:t>
            </w:r>
            <w:r w:rsidR="0017594C">
              <w:t>ed</w:t>
            </w:r>
            <w:r w:rsidRPr="009A7520">
              <w:t xml:space="preserve"> data inconsistencies</w:t>
            </w:r>
          </w:p>
          <w:p w14:paraId="713B5E40" w14:textId="1CE17395" w:rsidR="009A7520" w:rsidRPr="009A7520" w:rsidRDefault="009A7520" w:rsidP="009A7520">
            <w:pPr>
              <w:pStyle w:val="SIBulletList1"/>
            </w:pPr>
            <w:r w:rsidRPr="009A7520">
              <w:t>monitor</w:t>
            </w:r>
            <w:r w:rsidR="0017594C">
              <w:t>ed</w:t>
            </w:r>
            <w:r w:rsidRPr="009A7520">
              <w:t xml:space="preserve"> the process for conformity with the plant's</w:t>
            </w:r>
            <w:r w:rsidR="00B965A1">
              <w:rPr>
                <w:color w:val="000000"/>
                <w:sz w:val="27"/>
                <w:szCs w:val="27"/>
              </w:rPr>
              <w:t xml:space="preserve"> </w:t>
            </w:r>
            <w:r w:rsidR="00B965A1" w:rsidRPr="00B965A1">
              <w:t>Hazard and Critical Control Point</w:t>
            </w:r>
            <w:r w:rsidRPr="009A7520">
              <w:t xml:space="preserve"> </w:t>
            </w:r>
            <w:r w:rsidR="00B965A1">
              <w:t>(</w:t>
            </w:r>
            <w:r w:rsidRPr="009A7520">
              <w:t>HACCP</w:t>
            </w:r>
            <w:r w:rsidR="00B965A1">
              <w:t>)</w:t>
            </w:r>
            <w:r w:rsidRPr="009A7520">
              <w:t xml:space="preserve">-based </w:t>
            </w:r>
            <w:r w:rsidR="00B965A1">
              <w:t>quality assurance (</w:t>
            </w:r>
            <w:r w:rsidRPr="009A7520">
              <w:t>QA</w:t>
            </w:r>
            <w:r w:rsidR="00B965A1">
              <w:t>)</w:t>
            </w:r>
            <w:r w:rsidRPr="009A7520">
              <w:t xml:space="preserve"> system in accordance with the MHA program</w:t>
            </w:r>
          </w:p>
          <w:p w14:paraId="2AC59CA1" w14:textId="30304DBA" w:rsidR="009A7520" w:rsidRPr="009A7520" w:rsidRDefault="009A7520" w:rsidP="009A7520">
            <w:pPr>
              <w:pStyle w:val="SIBulletList1"/>
            </w:pPr>
            <w:r w:rsidRPr="009A7520">
              <w:t>interpret</w:t>
            </w:r>
            <w:r w:rsidR="0017594C">
              <w:t>ed</w:t>
            </w:r>
            <w:r w:rsidRPr="009A7520">
              <w:t xml:space="preserve"> trends in product and process monitoring results</w:t>
            </w:r>
          </w:p>
          <w:p w14:paraId="7A16A49A" w14:textId="4DCEBA15" w:rsidR="009A7520" w:rsidRPr="009A7520" w:rsidRDefault="009A7520" w:rsidP="009A7520">
            <w:pPr>
              <w:pStyle w:val="SIBulletList1"/>
            </w:pPr>
            <w:r w:rsidRPr="009A7520">
              <w:t>instigat</w:t>
            </w:r>
            <w:r w:rsidR="0017594C">
              <w:t>ed</w:t>
            </w:r>
            <w:r w:rsidRPr="009A7520">
              <w:t xml:space="preserve"> corrective and preventative actions </w:t>
            </w:r>
          </w:p>
          <w:p w14:paraId="73B12A28" w14:textId="4D5AD15A" w:rsidR="00556C4C" w:rsidRPr="005404CB" w:rsidRDefault="009A7520" w:rsidP="0017594C">
            <w:pPr>
              <w:pStyle w:val="SIBulletList1"/>
            </w:pPr>
            <w:r w:rsidRPr="009A7520">
              <w:t>provide</w:t>
            </w:r>
            <w:r w:rsidR="0017594C">
              <w:t>d</w:t>
            </w:r>
            <w:r w:rsidRPr="009A7520">
              <w:t xml:space="preserve"> relevant information to work colleagues to facilitate understanding of, and compliance with, the applicable standards and regulations</w:t>
            </w:r>
            <w:r w:rsidR="00370CE6">
              <w:t>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2F95A51B" w14:textId="77777777" w:rsidR="00370CE6" w:rsidRPr="00370CE6" w:rsidRDefault="00370CE6" w:rsidP="00370CE6">
            <w:pPr>
              <w:pStyle w:val="SIText"/>
            </w:pPr>
            <w:r w:rsidRPr="00370CE6">
              <w:t>An individual must be able to demonstrate the knowledge required to perform the tasks outlined in the elements and performance criteria of this unit. This includes knowledge of:</w:t>
            </w:r>
          </w:p>
          <w:p w14:paraId="5603122A" w14:textId="15A6FE36" w:rsidR="00370CE6" w:rsidRDefault="00370CE6" w:rsidP="00475B9A">
            <w:pPr>
              <w:pStyle w:val="SIBulletList1"/>
            </w:pPr>
            <w:r w:rsidRPr="00370CE6">
              <w:t>regulatory requirements</w:t>
            </w:r>
            <w:r w:rsidRPr="00370CE6" w:rsidDel="00370CE6">
              <w:t xml:space="preserve"> </w:t>
            </w:r>
            <w:r>
              <w:t xml:space="preserve">related to </w:t>
            </w:r>
            <w:r w:rsidR="000272B4">
              <w:t>MHA</w:t>
            </w:r>
          </w:p>
          <w:p w14:paraId="5165FD97" w14:textId="4994815E" w:rsidR="00370CE6" w:rsidRDefault="000272B4" w:rsidP="00475B9A">
            <w:pPr>
              <w:pStyle w:val="SIBulletList1"/>
            </w:pPr>
            <w:r>
              <w:t>c</w:t>
            </w:r>
            <w:r w:rsidR="00370CE6">
              <w:t>urrent</w:t>
            </w:r>
            <w:r>
              <w:t xml:space="preserve"> </w:t>
            </w:r>
            <w:r w:rsidR="00370CE6" w:rsidRPr="00370CE6">
              <w:t>MHA program</w:t>
            </w:r>
            <w:r w:rsidR="00370CE6">
              <w:t xml:space="preserve"> guidelines</w:t>
            </w:r>
          </w:p>
          <w:p w14:paraId="309C98D1" w14:textId="4A6C2F93" w:rsidR="00475B9A" w:rsidRPr="00475B9A" w:rsidRDefault="00370CE6" w:rsidP="00475B9A">
            <w:pPr>
              <w:pStyle w:val="SIBulletList1"/>
            </w:pPr>
            <w:r w:rsidRPr="00370CE6">
              <w:t xml:space="preserve">purpose </w:t>
            </w:r>
            <w:r>
              <w:t xml:space="preserve">and </w:t>
            </w:r>
            <w:r w:rsidR="00494DC7">
              <w:t xml:space="preserve">requirements </w:t>
            </w:r>
            <w:r w:rsidR="00475B9A" w:rsidRPr="00475B9A">
              <w:t xml:space="preserve">of </w:t>
            </w:r>
            <w:r w:rsidR="00494DC7">
              <w:t>a</w:t>
            </w:r>
            <w:r>
              <w:t>n</w:t>
            </w:r>
            <w:r w:rsidR="00494DC7">
              <w:t xml:space="preserve"> </w:t>
            </w:r>
            <w:r w:rsidRPr="00370CE6">
              <w:t xml:space="preserve">MHA program </w:t>
            </w:r>
          </w:p>
          <w:p w14:paraId="029F4593" w14:textId="575D67B6" w:rsidR="00475B9A" w:rsidRPr="00475B9A" w:rsidRDefault="00475B9A" w:rsidP="00475B9A">
            <w:pPr>
              <w:pStyle w:val="SIBulletList1"/>
            </w:pPr>
            <w:r w:rsidRPr="00475B9A">
              <w:t>classification of defects</w:t>
            </w:r>
          </w:p>
          <w:p w14:paraId="333CBBFF" w14:textId="77777777" w:rsidR="00475B9A" w:rsidRPr="00475B9A" w:rsidRDefault="00475B9A" w:rsidP="00475B9A">
            <w:pPr>
              <w:pStyle w:val="SIBulletList1"/>
            </w:pPr>
            <w:r w:rsidRPr="00475B9A">
              <w:t>when and how corrective actions should be taken in response to monitoring outcomes</w:t>
            </w:r>
          </w:p>
          <w:p w14:paraId="3C04E3D5" w14:textId="77777777" w:rsidR="00475B9A" w:rsidRPr="00475B9A" w:rsidRDefault="00475B9A" w:rsidP="00475B9A">
            <w:pPr>
              <w:pStyle w:val="SIBulletList1"/>
            </w:pPr>
            <w:r w:rsidRPr="00475B9A">
              <w:t>types and purposes of control charts</w:t>
            </w:r>
          </w:p>
          <w:p w14:paraId="22A523B8" w14:textId="77777777" w:rsidR="00475B9A" w:rsidRPr="00475B9A" w:rsidRDefault="00475B9A" w:rsidP="00475B9A">
            <w:pPr>
              <w:pStyle w:val="SIBulletList1"/>
            </w:pPr>
            <w:r w:rsidRPr="00475B9A">
              <w:t>purpose of trend charts</w:t>
            </w:r>
          </w:p>
          <w:p w14:paraId="34580C4E" w14:textId="77777777" w:rsidR="00475B9A" w:rsidRPr="00475B9A" w:rsidRDefault="00475B9A" w:rsidP="00475B9A">
            <w:pPr>
              <w:pStyle w:val="SIBulletList1"/>
            </w:pPr>
            <w:r w:rsidRPr="00475B9A">
              <w:t>what a trend is and why it is important when monitoring process and product</w:t>
            </w:r>
          </w:p>
          <w:p w14:paraId="30DCEA99" w14:textId="77777777" w:rsidR="00475B9A" w:rsidRPr="00475B9A" w:rsidRDefault="00475B9A" w:rsidP="00475B9A">
            <w:pPr>
              <w:pStyle w:val="SIBulletList1"/>
            </w:pPr>
            <w:r w:rsidRPr="00475B9A">
              <w:t>how to undertake process compliance monitoring</w:t>
            </w:r>
          </w:p>
          <w:p w14:paraId="2620B664" w14:textId="77777777" w:rsidR="00475B9A" w:rsidRPr="00475B9A" w:rsidRDefault="00475B9A" w:rsidP="00475B9A">
            <w:pPr>
              <w:pStyle w:val="SIBulletList1"/>
            </w:pPr>
            <w:r w:rsidRPr="00475B9A">
              <w:t>how to implement the approved sample plan for product monitoring</w:t>
            </w:r>
          </w:p>
          <w:p w14:paraId="2BF2D3F1" w14:textId="77777777" w:rsidR="000272B4" w:rsidRPr="000272B4" w:rsidRDefault="000272B4" w:rsidP="000272B4">
            <w:pPr>
              <w:pStyle w:val="SIBulletList1"/>
            </w:pPr>
            <w:r w:rsidRPr="000272B4">
              <w:t>sampling techniques</w:t>
            </w:r>
          </w:p>
          <w:p w14:paraId="5001E6C1" w14:textId="77777777" w:rsidR="00475B9A" w:rsidRPr="00475B9A" w:rsidRDefault="00475B9A" w:rsidP="00475B9A">
            <w:pPr>
              <w:pStyle w:val="SIBulletList1"/>
            </w:pPr>
            <w:r w:rsidRPr="00475B9A">
              <w:t>purpose of the process conformity index</w:t>
            </w:r>
          </w:p>
          <w:p w14:paraId="13583DF1" w14:textId="30653CCE" w:rsidR="00F1480E" w:rsidRPr="005404CB" w:rsidRDefault="00475B9A">
            <w:pPr>
              <w:pStyle w:val="SIBulletList1"/>
            </w:pPr>
            <w:r w:rsidRPr="00475B9A">
              <w:t>types of defects to be identified in carcase, offal and carton product</w:t>
            </w:r>
            <w:r w:rsidR="000272B4">
              <w:t>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gridSpan w:val="2"/>
            <w:shd w:val="clear" w:color="auto" w:fill="auto"/>
          </w:tcPr>
          <w:p w14:paraId="789CC445" w14:textId="77777777" w:rsidR="000272B4" w:rsidRPr="000272B4" w:rsidRDefault="000272B4" w:rsidP="000272B4">
            <w:pPr>
              <w:pStyle w:val="SIText"/>
            </w:pPr>
            <w:r w:rsidRPr="000272B4">
              <w:t>Assessment of the skills in this unit of competency must take place under the following conditions:</w:t>
            </w:r>
          </w:p>
          <w:p w14:paraId="31229696" w14:textId="77777777" w:rsidR="000272B4" w:rsidRPr="000272B4" w:rsidRDefault="000272B4" w:rsidP="000272B4">
            <w:pPr>
              <w:pStyle w:val="SIBulletList1"/>
            </w:pPr>
            <w:r w:rsidRPr="000272B4">
              <w:t>physical conditions:</w:t>
            </w:r>
          </w:p>
          <w:p w14:paraId="16F7B45D" w14:textId="77777777" w:rsidR="000272B4" w:rsidRPr="000272B4" w:rsidRDefault="000272B4" w:rsidP="000272B4">
            <w:pPr>
              <w:pStyle w:val="SIBulletList2"/>
            </w:pPr>
            <w:r w:rsidRPr="000272B4">
              <w:t>a meat processing workplace or an environment that accurately represents workplace conditions</w:t>
            </w:r>
          </w:p>
          <w:p w14:paraId="37CF0C48" w14:textId="77777777" w:rsidR="000272B4" w:rsidRPr="000272B4" w:rsidRDefault="000272B4" w:rsidP="000272B4">
            <w:pPr>
              <w:pStyle w:val="SIBulletList1"/>
            </w:pPr>
            <w:r w:rsidRPr="000272B4">
              <w:t>resources, equipment and materials:</w:t>
            </w:r>
          </w:p>
          <w:p w14:paraId="4408B628" w14:textId="218C89DC" w:rsidR="000272B4" w:rsidRDefault="000272B4" w:rsidP="000272B4">
            <w:pPr>
              <w:pStyle w:val="SIBulletList2"/>
            </w:pPr>
            <w:r>
              <w:t>meat carcase, carton meat and/or offal</w:t>
            </w:r>
          </w:p>
          <w:p w14:paraId="16286E28" w14:textId="01F9F114" w:rsidR="000272B4" w:rsidRDefault="000272B4" w:rsidP="000272B4">
            <w:pPr>
              <w:pStyle w:val="SIBulletList2"/>
            </w:pPr>
            <w:r>
              <w:t>meat processing plant and equipment</w:t>
            </w:r>
          </w:p>
          <w:p w14:paraId="6CA2425D" w14:textId="4F89CF9B" w:rsidR="000272B4" w:rsidRPr="000272B4" w:rsidRDefault="000272B4" w:rsidP="000272B4">
            <w:pPr>
              <w:pStyle w:val="SIBulletList2"/>
            </w:pPr>
            <w:r>
              <w:t>recording systems</w:t>
            </w:r>
          </w:p>
          <w:p w14:paraId="2816B57F" w14:textId="77777777" w:rsidR="000272B4" w:rsidRPr="000272B4" w:rsidRDefault="000272B4" w:rsidP="000272B4">
            <w:pPr>
              <w:pStyle w:val="SIBulletList1"/>
            </w:pPr>
            <w:r w:rsidRPr="000272B4">
              <w:t>specifications:</w:t>
            </w:r>
          </w:p>
          <w:p w14:paraId="0A3D8F20" w14:textId="77777777" w:rsidR="000272B4" w:rsidRPr="000272B4" w:rsidRDefault="000272B4" w:rsidP="000272B4">
            <w:pPr>
              <w:pStyle w:val="SIBulletList2"/>
            </w:pPr>
            <w:r w:rsidRPr="000272B4">
              <w:t>food safety program for the work area that identifies critical control points, control measures and corrective actions</w:t>
            </w:r>
          </w:p>
          <w:p w14:paraId="76A864C3" w14:textId="77777777" w:rsidR="000272B4" w:rsidRPr="000272B4" w:rsidRDefault="000272B4" w:rsidP="000272B4">
            <w:pPr>
              <w:pStyle w:val="SIBulletList2"/>
            </w:pPr>
            <w:r w:rsidRPr="000272B4">
              <w:t>quality policy, system and procedures</w:t>
            </w:r>
          </w:p>
          <w:p w14:paraId="352E7823" w14:textId="77777777" w:rsidR="000272B4" w:rsidRPr="000272B4" w:rsidRDefault="000272B4" w:rsidP="000272B4">
            <w:pPr>
              <w:pStyle w:val="SIBulletList1"/>
            </w:pPr>
            <w:r w:rsidRPr="000272B4">
              <w:t>relationships:</w:t>
            </w:r>
          </w:p>
          <w:p w14:paraId="52C3B4C0" w14:textId="093444B3" w:rsidR="000272B4" w:rsidRPr="000272B4" w:rsidRDefault="000272B4" w:rsidP="000272B4">
            <w:pPr>
              <w:pStyle w:val="SIBulletList2"/>
            </w:pPr>
            <w:r w:rsidRPr="000272B4">
              <w:t>interactions with work team.</w:t>
            </w:r>
          </w:p>
          <w:p w14:paraId="38FA0204" w14:textId="77777777" w:rsidR="000272B4" w:rsidRPr="000272B4" w:rsidRDefault="000272B4" w:rsidP="000272B4">
            <w:pPr>
              <w:pStyle w:val="SIText"/>
            </w:pPr>
          </w:p>
          <w:p w14:paraId="6600173A" w14:textId="43E94D46" w:rsidR="00F1480E" w:rsidRPr="001A4C9F" w:rsidRDefault="000272B4" w:rsidP="001A4C9F">
            <w:pPr>
              <w:pStyle w:val="SIText"/>
            </w:pPr>
            <w:r w:rsidRPr="000272B4">
              <w:t>Assessors of this unit must satisfy the requirements for assessors in applicable vocational education and training legislation, frameworks and/or standards.</w:t>
            </w:r>
          </w:p>
        </w:tc>
      </w:tr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3803DFDE" w14:textId="14A7FC4A" w:rsidR="00F1480E" w:rsidRPr="005404CB" w:rsidRDefault="00B965A1" w:rsidP="005404CB">
            <w:pPr>
              <w:pStyle w:val="SIText"/>
            </w:pPr>
            <w:hyperlink r:id="rId12" w:history="1">
              <w:r w:rsidR="000457CD" w:rsidRPr="000457CD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17305" w14:textId="77777777" w:rsidR="00090BCA" w:rsidRDefault="00090BCA" w:rsidP="00BF3F0A">
      <w:r>
        <w:separator/>
      </w:r>
    </w:p>
    <w:p w14:paraId="41A648D4" w14:textId="77777777" w:rsidR="00090BCA" w:rsidRDefault="00090BCA"/>
  </w:endnote>
  <w:endnote w:type="continuationSeparator" w:id="0">
    <w:p w14:paraId="20B2EF8D" w14:textId="77777777" w:rsidR="00090BCA" w:rsidRDefault="00090BCA" w:rsidP="00BF3F0A">
      <w:r>
        <w:continuationSeparator/>
      </w:r>
    </w:p>
    <w:p w14:paraId="0B9CBE68" w14:textId="77777777" w:rsidR="00090BCA" w:rsidRDefault="00090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BCE2" w14:textId="77777777" w:rsidR="00090BCA" w:rsidRDefault="00090BCA" w:rsidP="00BF3F0A">
      <w:r>
        <w:separator/>
      </w:r>
    </w:p>
    <w:p w14:paraId="5577285B" w14:textId="77777777" w:rsidR="00090BCA" w:rsidRDefault="00090BCA"/>
  </w:footnote>
  <w:footnote w:type="continuationSeparator" w:id="0">
    <w:p w14:paraId="4DAE78D4" w14:textId="77777777" w:rsidR="00090BCA" w:rsidRDefault="00090BCA" w:rsidP="00BF3F0A">
      <w:r>
        <w:continuationSeparator/>
      </w:r>
    </w:p>
    <w:p w14:paraId="395E43BE" w14:textId="77777777" w:rsidR="00090BCA" w:rsidRDefault="00090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6B8634A7" w:rsidR="009C2650" w:rsidRPr="00B43869" w:rsidRDefault="00B965A1" w:rsidP="00B43869">
    <w:sdt>
      <w:sdtPr>
        <w:rPr>
          <w:lang w:eastAsia="en-US"/>
        </w:rPr>
        <w:id w:val="-74449587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FA135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3869" w:rsidRPr="00B43869">
      <w:rPr>
        <w:lang w:eastAsia="en-US"/>
      </w:rPr>
      <w:t>AMP</w:t>
    </w:r>
    <w:r w:rsidR="0017594C">
      <w:t>QU</w:t>
    </w:r>
    <w:r w:rsidR="00B43869" w:rsidRPr="00B43869">
      <w:rPr>
        <w:lang w:eastAsia="en-US"/>
      </w:rPr>
      <w:t>A4</w:t>
    </w:r>
    <w:r w:rsidR="0017594C">
      <w:t>X4</w:t>
    </w:r>
    <w:r w:rsidR="00B43869" w:rsidRPr="00B43869">
      <w:rPr>
        <w:lang w:eastAsia="en-US"/>
      </w:rPr>
      <w:t xml:space="preserve"> </w:t>
    </w:r>
    <w:r w:rsidR="00400892">
      <w:t>Maintain</w:t>
    </w:r>
    <w:r w:rsidR="00400892" w:rsidRPr="00B43869">
      <w:rPr>
        <w:lang w:eastAsia="en-US"/>
      </w:rPr>
      <w:t xml:space="preserve"> </w:t>
    </w:r>
    <w:r w:rsidR="00B43869" w:rsidRPr="00B43869">
      <w:rPr>
        <w:lang w:eastAsia="en-US"/>
      </w:rPr>
      <w:t>a Meat Hygiene Assessment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B0CEE"/>
    <w:multiLevelType w:val="multilevel"/>
    <w:tmpl w:val="59F8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80ACA"/>
    <w:multiLevelType w:val="multilevel"/>
    <w:tmpl w:val="2FFC1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7"/>
  </w:num>
  <w:num w:numId="16">
    <w:abstractNumId w:val="17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72B4"/>
    <w:rsid w:val="000275AE"/>
    <w:rsid w:val="00041E59"/>
    <w:rsid w:val="000457CD"/>
    <w:rsid w:val="00064BFE"/>
    <w:rsid w:val="00070B3E"/>
    <w:rsid w:val="00071F95"/>
    <w:rsid w:val="000737BB"/>
    <w:rsid w:val="00074E47"/>
    <w:rsid w:val="000754EC"/>
    <w:rsid w:val="0009093B"/>
    <w:rsid w:val="00090BCA"/>
    <w:rsid w:val="000A5441"/>
    <w:rsid w:val="000B2022"/>
    <w:rsid w:val="000C149A"/>
    <w:rsid w:val="000C224E"/>
    <w:rsid w:val="000C2AA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94C"/>
    <w:rsid w:val="00176E4F"/>
    <w:rsid w:val="0018546B"/>
    <w:rsid w:val="001A4C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0CE6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892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5B9A"/>
    <w:rsid w:val="0048067C"/>
    <w:rsid w:val="004832D2"/>
    <w:rsid w:val="00485559"/>
    <w:rsid w:val="00494DC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4C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6E99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D1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68D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5D7"/>
    <w:rsid w:val="00997BFC"/>
    <w:rsid w:val="009A5900"/>
    <w:rsid w:val="009A6E6C"/>
    <w:rsid w:val="009A6F3F"/>
    <w:rsid w:val="009A7520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095"/>
    <w:rsid w:val="00AE1ED9"/>
    <w:rsid w:val="00AE32CB"/>
    <w:rsid w:val="00AF3957"/>
    <w:rsid w:val="00B0712C"/>
    <w:rsid w:val="00B12013"/>
    <w:rsid w:val="00B22C67"/>
    <w:rsid w:val="00B3508F"/>
    <w:rsid w:val="00B43869"/>
    <w:rsid w:val="00B443EE"/>
    <w:rsid w:val="00B560C8"/>
    <w:rsid w:val="00B61150"/>
    <w:rsid w:val="00B65BC7"/>
    <w:rsid w:val="00B746B9"/>
    <w:rsid w:val="00B848D4"/>
    <w:rsid w:val="00B865B7"/>
    <w:rsid w:val="00B965A1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74EF4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8A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457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089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3c625ec5-f4fe-4e46-a051-7a1a1cbc9aa7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3A7A4C-5475-4D1C-957B-EECCA35B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</TotalTime>
  <Pages>3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14</cp:revision>
  <cp:lastPrinted>2016-05-27T05:21:00Z</cp:lastPrinted>
  <dcterms:created xsi:type="dcterms:W3CDTF">2021-09-02T01:24:00Z</dcterms:created>
  <dcterms:modified xsi:type="dcterms:W3CDTF">2022-02-15T01:02:00Z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